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40A" w:rsidRDefault="00D4040A">
      <w:pPr>
        <w:rPr>
          <w:rFonts w:ascii="Cambria" w:hAnsi="Cambria"/>
          <w:b/>
          <w:sz w:val="32"/>
          <w:szCs w:val="32"/>
        </w:rPr>
      </w:pPr>
      <w:r w:rsidRPr="00B15586">
        <w:rPr>
          <w:rFonts w:ascii="Cambria" w:hAnsi="Cambria"/>
          <w:b/>
          <w:sz w:val="32"/>
          <w:szCs w:val="32"/>
        </w:rPr>
        <w:t>I believe that victory is close.  I think if the generals would realize the possible effectiveness</w:t>
      </w:r>
      <w:r>
        <w:rPr>
          <w:rFonts w:ascii="Cambria" w:hAnsi="Cambria"/>
          <w:b/>
          <w:sz w:val="32"/>
          <w:szCs w:val="32"/>
        </w:rPr>
        <w:t xml:space="preserve"> of the biplane and tank this war would already be over.  The machine gun is a great weapon though, I’ve seen countless men charge our lines and end up dead due to its high rate of fire, but then again I’ve seen countless comrades cut down by this monstrous machine.  Our rifles are also very effective, anywhere you aim it hits.  Finally I think if our navy could clear out the English Channel and the waters north of Europe we could send more troops in; we could even flank them by sending them in through the </w:t>
      </w:r>
      <w:smartTag w:uri="urn:schemas-microsoft-com:office:smarttags" w:element="country-region">
        <w:smartTag w:uri="urn:schemas-microsoft-com:office:smarttags" w:element="place">
          <w:r>
            <w:rPr>
              <w:rFonts w:ascii="Cambria" w:hAnsi="Cambria"/>
              <w:b/>
              <w:sz w:val="32"/>
              <w:szCs w:val="32"/>
            </w:rPr>
            <w:t>Netherlands</w:t>
          </w:r>
        </w:smartTag>
      </w:smartTag>
      <w:r>
        <w:rPr>
          <w:rFonts w:ascii="Cambria" w:hAnsi="Cambria"/>
          <w:b/>
          <w:sz w:val="32"/>
          <w:szCs w:val="32"/>
        </w:rPr>
        <w:t>.</w:t>
      </w:r>
    </w:p>
    <w:p w:rsidR="00D4040A" w:rsidRPr="00B15586" w:rsidRDefault="00D4040A">
      <w:pPr>
        <w:rPr>
          <w:rFonts w:ascii="Cambria" w:hAnsi="Cambria"/>
          <w:b/>
          <w:sz w:val="32"/>
          <w:szCs w:val="32"/>
        </w:rPr>
      </w:pPr>
      <w:r>
        <w:rPr>
          <w:rFonts w:ascii="Cambria" w:hAnsi="Cambria"/>
          <w:b/>
          <w:sz w:val="32"/>
          <w:szCs w:val="32"/>
        </w:rPr>
        <w:t xml:space="preserve">God Save the Queen! </w:t>
      </w:r>
    </w:p>
    <w:sectPr w:rsidR="00D4040A" w:rsidRPr="00B15586" w:rsidSect="009E75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5586"/>
    <w:rsid w:val="0005719A"/>
    <w:rsid w:val="000E4F62"/>
    <w:rsid w:val="006359E6"/>
    <w:rsid w:val="00646B1F"/>
    <w:rsid w:val="00963EB2"/>
    <w:rsid w:val="009E754C"/>
    <w:rsid w:val="00B15586"/>
    <w:rsid w:val="00D404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54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96</Words>
  <Characters>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believe that victory is close</dc:title>
  <dc:subject/>
  <dc:creator>Zachery</dc:creator>
  <cp:keywords/>
  <dc:description/>
  <cp:lastModifiedBy>BriscoeZa</cp:lastModifiedBy>
  <cp:revision>2</cp:revision>
  <dcterms:created xsi:type="dcterms:W3CDTF">2008-12-19T14:00:00Z</dcterms:created>
  <dcterms:modified xsi:type="dcterms:W3CDTF">2008-12-19T14:00:00Z</dcterms:modified>
</cp:coreProperties>
</file>